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00"/>
        <w:gridCol w:w="6837"/>
        <w:gridCol w:w="4053"/>
      </w:tblGrid>
      <w:tr w:rsidR="00435055" w:rsidRPr="00F878AE" w:rsidTr="00435055">
        <w:tc>
          <w:tcPr>
            <w:tcW w:w="3600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Topic</w:t>
            </w:r>
          </w:p>
        </w:tc>
        <w:tc>
          <w:tcPr>
            <w:tcW w:w="6837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Research Question</w:t>
            </w:r>
          </w:p>
        </w:tc>
        <w:tc>
          <w:tcPr>
            <w:tcW w:w="4053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Students</w:t>
            </w: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 xml:space="preserve">New Zealand </w:t>
            </w: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Haka</w:t>
            </w:r>
            <w:proofErr w:type="spellEnd"/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 xml:space="preserve">Why does New Zealand do the </w:t>
            </w: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Haka</w:t>
            </w:r>
            <w:proofErr w:type="spellEnd"/>
            <w:r w:rsidRPr="00435055">
              <w:rPr>
                <w:b/>
                <w:color w:val="FF0000"/>
                <w:sz w:val="40"/>
                <w:szCs w:val="40"/>
              </w:rPr>
              <w:t>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Anthony/Jack/Stephen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>Ice Cream</w:t>
            </w:r>
          </w:p>
        </w:tc>
        <w:tc>
          <w:tcPr>
            <w:tcW w:w="6837" w:type="dxa"/>
          </w:tcPr>
          <w:p w:rsidR="00435055" w:rsidRPr="00435055" w:rsidRDefault="00435055" w:rsidP="00057CA7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 xml:space="preserve">What </w:t>
            </w:r>
            <w:r w:rsidR="00057CA7">
              <w:rPr>
                <w:b/>
                <w:color w:val="FFC000"/>
                <w:sz w:val="40"/>
                <w:szCs w:val="40"/>
              </w:rPr>
              <w:t>are</w:t>
            </w:r>
            <w:r w:rsidRPr="00435055">
              <w:rPr>
                <w:b/>
                <w:color w:val="FFC000"/>
                <w:sz w:val="40"/>
                <w:szCs w:val="40"/>
              </w:rPr>
              <w:t xml:space="preserve"> the most popular flavor</w:t>
            </w:r>
            <w:r w:rsidR="00057CA7">
              <w:rPr>
                <w:b/>
                <w:color w:val="FFC000"/>
                <w:sz w:val="40"/>
                <w:szCs w:val="40"/>
              </w:rPr>
              <w:t>s</w:t>
            </w:r>
            <w:r w:rsidRPr="00435055">
              <w:rPr>
                <w:b/>
                <w:color w:val="FFC000"/>
                <w:sz w:val="40"/>
                <w:szCs w:val="40"/>
              </w:rPr>
              <w:t xml:space="preserve"> and brand</w:t>
            </w:r>
            <w:r w:rsidR="00057CA7">
              <w:rPr>
                <w:b/>
                <w:color w:val="FFC000"/>
                <w:sz w:val="40"/>
                <w:szCs w:val="40"/>
              </w:rPr>
              <w:t>s</w:t>
            </w:r>
            <w:r w:rsidRPr="00435055">
              <w:rPr>
                <w:b/>
                <w:color w:val="FFC000"/>
                <w:sz w:val="40"/>
                <w:szCs w:val="40"/>
              </w:rPr>
              <w:t xml:space="preserve"> of ice cream?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>Antonia/Maeve</w:t>
            </w:r>
          </w:p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Dogs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What is the most popular breed of dog?</w:t>
            </w:r>
          </w:p>
        </w:tc>
        <w:tc>
          <w:tcPr>
            <w:tcW w:w="4053" w:type="dxa"/>
          </w:tcPr>
          <w:p w:rsidR="00435055" w:rsidRDefault="00435055" w:rsidP="00435055">
            <w:pPr>
              <w:rPr>
                <w:b/>
                <w:color w:val="00B05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Cayleigh</w:t>
            </w:r>
            <w:proofErr w:type="spellEnd"/>
            <w:r>
              <w:rPr>
                <w:b/>
                <w:color w:val="00B050"/>
                <w:sz w:val="40"/>
                <w:szCs w:val="40"/>
              </w:rPr>
              <w:t>/</w:t>
            </w: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Divya</w:t>
            </w:r>
            <w:proofErr w:type="spellEnd"/>
            <w:r>
              <w:rPr>
                <w:b/>
                <w:color w:val="00B050"/>
                <w:sz w:val="40"/>
                <w:szCs w:val="40"/>
              </w:rPr>
              <w:t>/</w:t>
            </w:r>
            <w:r w:rsidRPr="00435055">
              <w:rPr>
                <w:b/>
                <w:color w:val="00B050"/>
                <w:sz w:val="40"/>
                <w:szCs w:val="40"/>
              </w:rPr>
              <w:t>Erica</w:t>
            </w:r>
          </w:p>
          <w:p w:rsidR="00435055" w:rsidRPr="00435055" w:rsidRDefault="00435055" w:rsidP="00435055">
            <w:pPr>
              <w:rPr>
                <w:b/>
                <w:color w:val="00B05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The Roman Empire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Why did the Roman Empire fall?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Charles</w:t>
            </w: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872F80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Dancing</w:t>
            </w:r>
          </w:p>
        </w:tc>
        <w:tc>
          <w:tcPr>
            <w:tcW w:w="6837" w:type="dxa"/>
          </w:tcPr>
          <w:p w:rsidR="00435055" w:rsidRPr="00435055" w:rsidRDefault="00435055" w:rsidP="00533375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What is the most popular form of dancing (Irish dancing, breakdancing, Hip-Hop)?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7030A0"/>
                <w:sz w:val="40"/>
                <w:szCs w:val="40"/>
              </w:rPr>
              <w:t>Alessia</w:t>
            </w:r>
            <w:proofErr w:type="spellEnd"/>
            <w:r w:rsidRPr="00435055">
              <w:rPr>
                <w:b/>
                <w:color w:val="7030A0"/>
                <w:sz w:val="40"/>
                <w:szCs w:val="40"/>
              </w:rPr>
              <w:t xml:space="preserve">/Caroline </w:t>
            </w:r>
          </w:p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7030A0"/>
                <w:sz w:val="40"/>
                <w:szCs w:val="40"/>
              </w:rPr>
              <w:t>Julianna</w:t>
            </w:r>
            <w:proofErr w:type="spellEnd"/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Duct Tape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What are some of the creative uses for duct tape?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Jazmin</w:t>
            </w:r>
            <w:proofErr w:type="spellEnd"/>
            <w:r w:rsidRPr="00435055">
              <w:rPr>
                <w:b/>
                <w:color w:val="FF0000"/>
                <w:sz w:val="40"/>
                <w:szCs w:val="40"/>
              </w:rPr>
              <w:t>/Shannon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Ninjas</w:t>
            </w:r>
          </w:p>
        </w:tc>
        <w:tc>
          <w:tcPr>
            <w:tcW w:w="6837" w:type="dxa"/>
          </w:tcPr>
          <w:p w:rsidR="00435055" w:rsidRPr="00435055" w:rsidRDefault="00435055" w:rsidP="0019078B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 xml:space="preserve">What is the </w:t>
            </w:r>
            <w:r w:rsidR="0019078B">
              <w:rPr>
                <w:b/>
                <w:color w:val="00B050"/>
                <w:sz w:val="40"/>
                <w:szCs w:val="40"/>
              </w:rPr>
              <w:t>history</w:t>
            </w:r>
            <w:bookmarkStart w:id="0" w:name="_GoBack"/>
            <w:bookmarkEnd w:id="0"/>
            <w:r w:rsidRPr="00435055">
              <w:rPr>
                <w:b/>
                <w:color w:val="00B050"/>
                <w:sz w:val="40"/>
                <w:szCs w:val="40"/>
              </w:rPr>
              <w:t xml:space="preserve"> of Ninjas?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Catie</w:t>
            </w:r>
            <w:proofErr w:type="spellEnd"/>
            <w:r w:rsidRPr="00435055">
              <w:rPr>
                <w:b/>
                <w:color w:val="00B050"/>
                <w:sz w:val="40"/>
                <w:szCs w:val="40"/>
              </w:rPr>
              <w:t>/Erin</w:t>
            </w:r>
          </w:p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YouTube</w:t>
            </w:r>
          </w:p>
        </w:tc>
        <w:tc>
          <w:tcPr>
            <w:tcW w:w="6837" w:type="dxa"/>
          </w:tcPr>
          <w:p w:rsidR="00435055" w:rsidRPr="00435055" w:rsidRDefault="00435055" w:rsidP="00F10B3A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How does YouTube affect our daily life?</w:t>
            </w:r>
          </w:p>
        </w:tc>
        <w:tc>
          <w:tcPr>
            <w:tcW w:w="4053" w:type="dxa"/>
          </w:tcPr>
          <w:p w:rsidR="00435055" w:rsidRPr="00435055" w:rsidRDefault="00435055" w:rsidP="004F249B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Caroline/Katelyn</w:t>
            </w:r>
          </w:p>
          <w:p w:rsidR="00435055" w:rsidRPr="00435055" w:rsidRDefault="00435055" w:rsidP="004F249B">
            <w:pPr>
              <w:rPr>
                <w:b/>
                <w:color w:val="00B0F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Video Games</w:t>
            </w:r>
          </w:p>
        </w:tc>
        <w:tc>
          <w:tcPr>
            <w:tcW w:w="6837" w:type="dxa"/>
          </w:tcPr>
          <w:p w:rsidR="00435055" w:rsidRPr="00435055" w:rsidRDefault="00435055" w:rsidP="00E33CCB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What are the best-selling video games?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Aidan/Philip</w:t>
            </w:r>
          </w:p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Lacrosse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What are the origins of Lacrosse?</w:t>
            </w:r>
          </w:p>
        </w:tc>
        <w:tc>
          <w:tcPr>
            <w:tcW w:w="4053" w:type="dxa"/>
          </w:tcPr>
          <w:p w:rsid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Tanner/Terence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</w:tbl>
    <w:p w:rsidR="00B97189" w:rsidRDefault="00B97189">
      <w:pPr>
        <w:rPr>
          <w:b/>
        </w:rPr>
      </w:pPr>
    </w:p>
    <w:p w:rsidR="00B97189" w:rsidRDefault="00B97189">
      <w:pPr>
        <w:rPr>
          <w:b/>
        </w:rPr>
      </w:pPr>
    </w:p>
    <w:p w:rsidR="00082B07" w:rsidRPr="00160ADB" w:rsidRDefault="00160ADB">
      <w:pPr>
        <w:rPr>
          <w:b/>
        </w:rPr>
      </w:pPr>
      <w:r w:rsidRPr="00160ADB">
        <w:rPr>
          <w:b/>
        </w:rPr>
        <w:t xml:space="preserve">New Zealand </w:t>
      </w:r>
      <w:proofErr w:type="spellStart"/>
      <w:r w:rsidRPr="00160ADB">
        <w:rPr>
          <w:b/>
        </w:rPr>
        <w:t>Haka</w:t>
      </w:r>
      <w:proofErr w:type="spellEnd"/>
      <w:r>
        <w:rPr>
          <w:b/>
        </w:rPr>
        <w:t xml:space="preserve"> – Anthony &amp; </w:t>
      </w:r>
    </w:p>
    <w:p w:rsidR="00160ADB" w:rsidRDefault="00160ADB" w:rsidP="00160ADB">
      <w:pPr>
        <w:pStyle w:val="ListParagraph"/>
        <w:numPr>
          <w:ilvl w:val="0"/>
          <w:numId w:val="1"/>
        </w:numPr>
      </w:pPr>
      <w:r>
        <w:t xml:space="preserve">Why does New Zealand do the </w:t>
      </w:r>
      <w:proofErr w:type="spellStart"/>
      <w:r>
        <w:t>Haka</w:t>
      </w:r>
      <w:proofErr w:type="spellEnd"/>
      <w:r>
        <w:t>?</w:t>
      </w:r>
    </w:p>
    <w:p w:rsidR="00D20403" w:rsidRDefault="00D20403" w:rsidP="00D20403">
      <w:pPr>
        <w:pStyle w:val="ListParagraph"/>
        <w:numPr>
          <w:ilvl w:val="1"/>
          <w:numId w:val="1"/>
        </w:numPr>
      </w:pPr>
      <w:r>
        <w:t xml:space="preserve">What is </w:t>
      </w:r>
      <w:proofErr w:type="spellStart"/>
      <w:r>
        <w:t>Haka</w:t>
      </w:r>
      <w:proofErr w:type="spellEnd"/>
      <w:r>
        <w:t>?</w:t>
      </w:r>
    </w:p>
    <w:p w:rsidR="00D20403" w:rsidRDefault="00D20403" w:rsidP="00D20403">
      <w:pPr>
        <w:pStyle w:val="ListParagraph"/>
        <w:numPr>
          <w:ilvl w:val="1"/>
          <w:numId w:val="1"/>
        </w:numPr>
      </w:pPr>
      <w:r>
        <w:t>Rugby in New Zealand</w:t>
      </w:r>
    </w:p>
    <w:p w:rsidR="00160ADB" w:rsidRPr="00160ADB" w:rsidRDefault="00160ADB" w:rsidP="00160ADB">
      <w:pPr>
        <w:rPr>
          <w:b/>
        </w:rPr>
      </w:pPr>
      <w:r w:rsidRPr="00160ADB">
        <w:rPr>
          <w:b/>
        </w:rPr>
        <w:t xml:space="preserve">YouTube – Katelyn &amp; </w:t>
      </w:r>
      <w:r w:rsidR="00CE6D31">
        <w:rPr>
          <w:b/>
        </w:rPr>
        <w:t>Caroline</w:t>
      </w:r>
    </w:p>
    <w:p w:rsidR="00160ADB" w:rsidRDefault="00160ADB" w:rsidP="00160ADB">
      <w:pPr>
        <w:pStyle w:val="ListParagraph"/>
        <w:numPr>
          <w:ilvl w:val="0"/>
          <w:numId w:val="1"/>
        </w:numPr>
      </w:pPr>
      <w:r>
        <w:t>How did YouTube come about?</w:t>
      </w:r>
    </w:p>
    <w:p w:rsidR="00200F81" w:rsidRDefault="005A338D" w:rsidP="00160ADB">
      <w:pPr>
        <w:pStyle w:val="ListParagraph"/>
        <w:numPr>
          <w:ilvl w:val="0"/>
          <w:numId w:val="1"/>
        </w:numPr>
      </w:pPr>
      <w:r>
        <w:t>Should YouTube be unblocked in school?</w:t>
      </w:r>
    </w:p>
    <w:sectPr w:rsidR="00200F81" w:rsidSect="004350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73F12"/>
    <w:multiLevelType w:val="hybridMultilevel"/>
    <w:tmpl w:val="BE8A6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ADB"/>
    <w:rsid w:val="0001446A"/>
    <w:rsid w:val="00057CA7"/>
    <w:rsid w:val="00082B07"/>
    <w:rsid w:val="000B0874"/>
    <w:rsid w:val="000B24F2"/>
    <w:rsid w:val="000B754A"/>
    <w:rsid w:val="00160ADB"/>
    <w:rsid w:val="00173556"/>
    <w:rsid w:val="0019078B"/>
    <w:rsid w:val="00200F81"/>
    <w:rsid w:val="00213857"/>
    <w:rsid w:val="00215E48"/>
    <w:rsid w:val="00305562"/>
    <w:rsid w:val="003070B6"/>
    <w:rsid w:val="003159A0"/>
    <w:rsid w:val="003F4B6A"/>
    <w:rsid w:val="00435055"/>
    <w:rsid w:val="004C5938"/>
    <w:rsid w:val="004F249B"/>
    <w:rsid w:val="00533375"/>
    <w:rsid w:val="005A338D"/>
    <w:rsid w:val="00673DAD"/>
    <w:rsid w:val="00700645"/>
    <w:rsid w:val="00700EAF"/>
    <w:rsid w:val="007D238E"/>
    <w:rsid w:val="007E1662"/>
    <w:rsid w:val="00872F80"/>
    <w:rsid w:val="00876631"/>
    <w:rsid w:val="009A7015"/>
    <w:rsid w:val="00B53BFE"/>
    <w:rsid w:val="00B97189"/>
    <w:rsid w:val="00C23CAF"/>
    <w:rsid w:val="00C40D41"/>
    <w:rsid w:val="00C846C7"/>
    <w:rsid w:val="00CE6D31"/>
    <w:rsid w:val="00D20403"/>
    <w:rsid w:val="00D33E3A"/>
    <w:rsid w:val="00E33CCB"/>
    <w:rsid w:val="00E61A9A"/>
    <w:rsid w:val="00F10B3A"/>
    <w:rsid w:val="00F8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0D2E-A1F7-4AC0-942A-FD0A1830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F607F49C.dotm</Template>
  <TotalTime>4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Pleasant Schools</dc:creator>
  <cp:lastModifiedBy>Mt. Pleasant Schools</cp:lastModifiedBy>
  <cp:revision>6</cp:revision>
  <cp:lastPrinted>2011-11-28T13:22:00Z</cp:lastPrinted>
  <dcterms:created xsi:type="dcterms:W3CDTF">2011-11-28T13:17:00Z</dcterms:created>
  <dcterms:modified xsi:type="dcterms:W3CDTF">2011-11-28T13:23:00Z</dcterms:modified>
</cp:coreProperties>
</file>