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54E" w:rsidRPr="006C1B3E" w:rsidRDefault="00A213FE" w:rsidP="006C1B3E">
      <w:pPr>
        <w:pStyle w:val="FormTitle"/>
      </w:pPr>
      <w:r w:rsidRPr="006C1B3E">
        <w:t>Works Cited</w:t>
      </w:r>
    </w:p>
    <w:p w:rsidR="00260DFB" w:rsidRDefault="00260DFB" w:rsidP="00260DFB">
      <w:pPr>
        <w:pStyle w:val="Works"/>
      </w:pPr>
      <w:r>
        <w:t xml:space="preserve">Author’s Name. </w:t>
      </w:r>
      <w:proofErr w:type="gramStart"/>
      <w:r w:rsidRPr="007F4EDB">
        <w:rPr>
          <w:u w:val="single"/>
        </w:rPr>
        <w:t>Title of Book</w:t>
      </w:r>
      <w:r>
        <w:t>.</w:t>
      </w:r>
      <w:proofErr w:type="gramEnd"/>
      <w:r>
        <w:t xml:space="preserve"> City: Publisher, Year.</w:t>
      </w:r>
    </w:p>
    <w:p w:rsidR="00B2200E" w:rsidRPr="00B2200E" w:rsidRDefault="007F4EDB" w:rsidP="001E7E1C">
      <w:pPr>
        <w:pStyle w:val="Works"/>
      </w:pPr>
      <w:r>
        <w:t>Author’s Name</w:t>
      </w:r>
      <w:r w:rsidR="00B2200E">
        <w:t xml:space="preserve">. </w:t>
      </w:r>
      <w:proofErr w:type="gramStart"/>
      <w:r w:rsidR="00B2200E">
        <w:t>“</w:t>
      </w:r>
      <w:r w:rsidR="00196104">
        <w:t xml:space="preserve">Title of </w:t>
      </w:r>
      <w:r w:rsidR="00B2200E">
        <w:t>Article.”</w:t>
      </w:r>
      <w:proofErr w:type="gramEnd"/>
      <w:r w:rsidR="00B2200E">
        <w:t xml:space="preserve"> </w:t>
      </w:r>
      <w:r w:rsidR="00AC6188" w:rsidRPr="00AC6188">
        <w:rPr>
          <w:u w:val="single"/>
        </w:rPr>
        <w:t xml:space="preserve">Title of </w:t>
      </w:r>
      <w:r w:rsidR="00B2200E" w:rsidRPr="00AC6188">
        <w:rPr>
          <w:u w:val="single"/>
        </w:rPr>
        <w:t>Publication</w:t>
      </w:r>
      <w:r w:rsidR="00B2200E" w:rsidRPr="00B2200E">
        <w:t xml:space="preserve"> </w:t>
      </w:r>
      <w:r w:rsidR="00B2200E">
        <w:t>Date Published: Pages.</w:t>
      </w:r>
    </w:p>
    <w:p w:rsidR="00B2200E" w:rsidRPr="00B2200E" w:rsidRDefault="007F4EDB" w:rsidP="001E7E1C">
      <w:pPr>
        <w:pStyle w:val="Works"/>
      </w:pPr>
      <w:r>
        <w:t>Author’s Name</w:t>
      </w:r>
      <w:r w:rsidR="00B2200E">
        <w:t xml:space="preserve">. </w:t>
      </w:r>
      <w:proofErr w:type="gramStart"/>
      <w:r w:rsidR="00B2200E">
        <w:t>“</w:t>
      </w:r>
      <w:r w:rsidR="00196104">
        <w:t xml:space="preserve">Title of </w:t>
      </w:r>
      <w:r w:rsidR="00B2200E">
        <w:t>Online Article.”</w:t>
      </w:r>
      <w:proofErr w:type="gramEnd"/>
      <w:r w:rsidR="00B2200E">
        <w:t xml:space="preserve"> </w:t>
      </w:r>
      <w:r w:rsidR="00AC6188" w:rsidRPr="00AC6188">
        <w:rPr>
          <w:u w:val="single"/>
        </w:rPr>
        <w:t xml:space="preserve">Title of </w:t>
      </w:r>
      <w:r w:rsidR="00B2200E" w:rsidRPr="00AC6188">
        <w:rPr>
          <w:u w:val="single"/>
        </w:rPr>
        <w:t>Online Publication</w:t>
      </w:r>
      <w:r w:rsidR="00B2200E">
        <w:t xml:space="preserve"> Version (Year Published): Pages. Date Accessed &lt;Web address&gt;.</w:t>
      </w:r>
    </w:p>
    <w:p w:rsidR="00437B45" w:rsidRPr="007A5350" w:rsidRDefault="00B01973" w:rsidP="00437B45">
      <w:pPr>
        <w:pStyle w:val="Works"/>
      </w:pPr>
      <w:proofErr w:type="gramStart"/>
      <w:r>
        <w:t>“</w:t>
      </w:r>
      <w:r w:rsidR="00196104">
        <w:t xml:space="preserve">Title of </w:t>
      </w:r>
      <w:r w:rsidR="00EF7504">
        <w:t>Article</w:t>
      </w:r>
      <w:r>
        <w:t>.”</w:t>
      </w:r>
      <w:proofErr w:type="gramEnd"/>
      <w:r w:rsidR="00707616" w:rsidRPr="007A5350">
        <w:t xml:space="preserve"> </w:t>
      </w:r>
      <w:proofErr w:type="gramStart"/>
      <w:r w:rsidR="00EF7504" w:rsidRPr="008E1185">
        <w:rPr>
          <w:u w:val="single"/>
        </w:rPr>
        <w:t>Title of Media</w:t>
      </w:r>
      <w:r w:rsidR="00707616" w:rsidRPr="007A5350">
        <w:t>.</w:t>
      </w:r>
      <w:proofErr w:type="gramEnd"/>
      <w:r w:rsidR="00707616" w:rsidRPr="007A5350">
        <w:t xml:space="preserve"> CD-ROM.</w:t>
      </w:r>
      <w:r w:rsidR="000F45E2">
        <w:t xml:space="preserve"> </w:t>
      </w:r>
      <w:r w:rsidR="00EF7504">
        <w:t>City: Publisher</w:t>
      </w:r>
      <w:r w:rsidR="00707616" w:rsidRPr="007A5350">
        <w:t xml:space="preserve">, </w:t>
      </w:r>
      <w:r w:rsidR="00B2200E">
        <w:t>Year</w:t>
      </w:r>
      <w:r w:rsidR="00707616" w:rsidRPr="007A5350">
        <w:t>.</w:t>
      </w:r>
      <w:bookmarkStart w:id="0" w:name="_GoBack"/>
      <w:bookmarkEnd w:id="0"/>
    </w:p>
    <w:sectPr w:rsidR="00437B45" w:rsidRPr="007A5350" w:rsidSect="00417A40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26EB" w:rsidRDefault="00B926EB">
      <w:r>
        <w:separator/>
      </w:r>
    </w:p>
  </w:endnote>
  <w:endnote w:type="continuationSeparator" w:id="0">
    <w:p w:rsidR="00B926EB" w:rsidRDefault="00B926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26EB" w:rsidRDefault="00B926EB">
      <w:r>
        <w:separator/>
      </w:r>
    </w:p>
  </w:footnote>
  <w:footnote w:type="continuationSeparator" w:id="0">
    <w:p w:rsidR="00B926EB" w:rsidRDefault="00B926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6104" w:rsidRDefault="006B2B52" w:rsidP="009000B2">
    <w:pPr>
      <w:pStyle w:val="Header"/>
      <w:jc w:val="right"/>
    </w:pPr>
    <w:r>
      <w:t>Student</w:t>
    </w:r>
    <w:r w:rsidR="00864685">
      <w:t xml:space="preserve">’s </w:t>
    </w:r>
    <w:r w:rsidR="00196104">
      <w:t>Last</w:t>
    </w:r>
    <w:r w:rsidR="00864685">
      <w:t xml:space="preserve"> </w:t>
    </w:r>
    <w:r w:rsidR="00196104">
      <w:t xml:space="preserve">Name </w:t>
    </w:r>
    <w:r w:rsidR="00196104">
      <w:fldChar w:fldCharType="begin"/>
    </w:r>
    <w:r w:rsidR="00196104">
      <w:instrText xml:space="preserve"> PAGE </w:instrText>
    </w:r>
    <w:r w:rsidR="00196104">
      <w:fldChar w:fldCharType="separate"/>
    </w:r>
    <w:r w:rsidR="00437B45">
      <w:rPr>
        <w:noProof/>
      </w:rPr>
      <w:t>1</w:t>
    </w:r>
    <w:r w:rsidR="00196104"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2049"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7B45"/>
    <w:rsid w:val="000176EE"/>
    <w:rsid w:val="00024FC8"/>
    <w:rsid w:val="00036522"/>
    <w:rsid w:val="00050725"/>
    <w:rsid w:val="00090A5A"/>
    <w:rsid w:val="000915D6"/>
    <w:rsid w:val="000C19FE"/>
    <w:rsid w:val="000C73AA"/>
    <w:rsid w:val="000E0E40"/>
    <w:rsid w:val="000E3395"/>
    <w:rsid w:val="000F45E2"/>
    <w:rsid w:val="00102105"/>
    <w:rsid w:val="001072D4"/>
    <w:rsid w:val="00125A3F"/>
    <w:rsid w:val="00143EC5"/>
    <w:rsid w:val="0015131C"/>
    <w:rsid w:val="00167B67"/>
    <w:rsid w:val="001837FF"/>
    <w:rsid w:val="00187E20"/>
    <w:rsid w:val="00191420"/>
    <w:rsid w:val="0019601E"/>
    <w:rsid w:val="00196104"/>
    <w:rsid w:val="00197D00"/>
    <w:rsid w:val="001D5550"/>
    <w:rsid w:val="001E7E1C"/>
    <w:rsid w:val="00210813"/>
    <w:rsid w:val="002360E6"/>
    <w:rsid w:val="0024039F"/>
    <w:rsid w:val="00240F96"/>
    <w:rsid w:val="00260DFB"/>
    <w:rsid w:val="00270F8C"/>
    <w:rsid w:val="00283976"/>
    <w:rsid w:val="002842C5"/>
    <w:rsid w:val="002978C2"/>
    <w:rsid w:val="002B2E9B"/>
    <w:rsid w:val="002F15ED"/>
    <w:rsid w:val="003109A1"/>
    <w:rsid w:val="003231E4"/>
    <w:rsid w:val="00334B24"/>
    <w:rsid w:val="00347ACA"/>
    <w:rsid w:val="00352ACD"/>
    <w:rsid w:val="00355387"/>
    <w:rsid w:val="00365789"/>
    <w:rsid w:val="00394985"/>
    <w:rsid w:val="003967F9"/>
    <w:rsid w:val="003A1F4E"/>
    <w:rsid w:val="003D4C01"/>
    <w:rsid w:val="003D6215"/>
    <w:rsid w:val="003E4543"/>
    <w:rsid w:val="003F2FE4"/>
    <w:rsid w:val="004121AD"/>
    <w:rsid w:val="00416721"/>
    <w:rsid w:val="00417A40"/>
    <w:rsid w:val="00431280"/>
    <w:rsid w:val="00437B45"/>
    <w:rsid w:val="00446AD7"/>
    <w:rsid w:val="004B2694"/>
    <w:rsid w:val="004B2DD0"/>
    <w:rsid w:val="004C154B"/>
    <w:rsid w:val="004C2751"/>
    <w:rsid w:val="004D3807"/>
    <w:rsid w:val="004E6FE4"/>
    <w:rsid w:val="005025A1"/>
    <w:rsid w:val="00504093"/>
    <w:rsid w:val="005144FF"/>
    <w:rsid w:val="00540C23"/>
    <w:rsid w:val="00542EE8"/>
    <w:rsid w:val="005474B2"/>
    <w:rsid w:val="00552391"/>
    <w:rsid w:val="00556644"/>
    <w:rsid w:val="00562220"/>
    <w:rsid w:val="005705A3"/>
    <w:rsid w:val="00587012"/>
    <w:rsid w:val="005A68DA"/>
    <w:rsid w:val="005C7DD7"/>
    <w:rsid w:val="005D1DB6"/>
    <w:rsid w:val="005E4834"/>
    <w:rsid w:val="00603E6A"/>
    <w:rsid w:val="00607655"/>
    <w:rsid w:val="00612DC7"/>
    <w:rsid w:val="0061654E"/>
    <w:rsid w:val="00624BF8"/>
    <w:rsid w:val="00636971"/>
    <w:rsid w:val="0064552D"/>
    <w:rsid w:val="00655577"/>
    <w:rsid w:val="00665C03"/>
    <w:rsid w:val="006B2B52"/>
    <w:rsid w:val="006B3FC0"/>
    <w:rsid w:val="006C1B3E"/>
    <w:rsid w:val="006E150D"/>
    <w:rsid w:val="006E4C5D"/>
    <w:rsid w:val="006E595F"/>
    <w:rsid w:val="00706C9A"/>
    <w:rsid w:val="00707616"/>
    <w:rsid w:val="00722FBE"/>
    <w:rsid w:val="0073363F"/>
    <w:rsid w:val="00734D6B"/>
    <w:rsid w:val="00747F40"/>
    <w:rsid w:val="0075188F"/>
    <w:rsid w:val="00757EBE"/>
    <w:rsid w:val="007704E6"/>
    <w:rsid w:val="007726EA"/>
    <w:rsid w:val="007A41D0"/>
    <w:rsid w:val="007A5350"/>
    <w:rsid w:val="007B05D3"/>
    <w:rsid w:val="007B0D4F"/>
    <w:rsid w:val="007C1E96"/>
    <w:rsid w:val="007E28B4"/>
    <w:rsid w:val="007E48BF"/>
    <w:rsid w:val="007F4EDB"/>
    <w:rsid w:val="00802CEB"/>
    <w:rsid w:val="00806A47"/>
    <w:rsid w:val="008141D4"/>
    <w:rsid w:val="00826E80"/>
    <w:rsid w:val="008272C0"/>
    <w:rsid w:val="008301D0"/>
    <w:rsid w:val="008301EB"/>
    <w:rsid w:val="0083569B"/>
    <w:rsid w:val="00856B98"/>
    <w:rsid w:val="00864685"/>
    <w:rsid w:val="008751E0"/>
    <w:rsid w:val="00887292"/>
    <w:rsid w:val="008C6AB2"/>
    <w:rsid w:val="008E1185"/>
    <w:rsid w:val="008F0BE6"/>
    <w:rsid w:val="009000B2"/>
    <w:rsid w:val="00900B3E"/>
    <w:rsid w:val="009145DF"/>
    <w:rsid w:val="009160FD"/>
    <w:rsid w:val="00923BDB"/>
    <w:rsid w:val="00957B40"/>
    <w:rsid w:val="00974CBD"/>
    <w:rsid w:val="009772E0"/>
    <w:rsid w:val="0098421B"/>
    <w:rsid w:val="009963EE"/>
    <w:rsid w:val="009C16FB"/>
    <w:rsid w:val="009C4BDA"/>
    <w:rsid w:val="009F1654"/>
    <w:rsid w:val="00A1049C"/>
    <w:rsid w:val="00A131E7"/>
    <w:rsid w:val="00A213FE"/>
    <w:rsid w:val="00A32F95"/>
    <w:rsid w:val="00A51CC3"/>
    <w:rsid w:val="00A92F37"/>
    <w:rsid w:val="00A941B1"/>
    <w:rsid w:val="00AC6188"/>
    <w:rsid w:val="00AD6EFB"/>
    <w:rsid w:val="00AF6246"/>
    <w:rsid w:val="00B007EB"/>
    <w:rsid w:val="00B01973"/>
    <w:rsid w:val="00B2200E"/>
    <w:rsid w:val="00B4236C"/>
    <w:rsid w:val="00B468A2"/>
    <w:rsid w:val="00B559E7"/>
    <w:rsid w:val="00B67B4F"/>
    <w:rsid w:val="00B71B7E"/>
    <w:rsid w:val="00B77893"/>
    <w:rsid w:val="00B926EB"/>
    <w:rsid w:val="00BA017E"/>
    <w:rsid w:val="00BC2349"/>
    <w:rsid w:val="00BC2AB5"/>
    <w:rsid w:val="00BD4F59"/>
    <w:rsid w:val="00BF1ADE"/>
    <w:rsid w:val="00C5755F"/>
    <w:rsid w:val="00C663AA"/>
    <w:rsid w:val="00C7095F"/>
    <w:rsid w:val="00C7615E"/>
    <w:rsid w:val="00C8137B"/>
    <w:rsid w:val="00C8543E"/>
    <w:rsid w:val="00CB7D35"/>
    <w:rsid w:val="00CE0938"/>
    <w:rsid w:val="00CE4C1E"/>
    <w:rsid w:val="00CF6A24"/>
    <w:rsid w:val="00D07AE2"/>
    <w:rsid w:val="00D132BD"/>
    <w:rsid w:val="00D147D0"/>
    <w:rsid w:val="00D24289"/>
    <w:rsid w:val="00D34D95"/>
    <w:rsid w:val="00D43944"/>
    <w:rsid w:val="00D641E2"/>
    <w:rsid w:val="00D65352"/>
    <w:rsid w:val="00D87966"/>
    <w:rsid w:val="00D97C91"/>
    <w:rsid w:val="00DE556B"/>
    <w:rsid w:val="00E01FC9"/>
    <w:rsid w:val="00E2486A"/>
    <w:rsid w:val="00E53D07"/>
    <w:rsid w:val="00E649BA"/>
    <w:rsid w:val="00E75A3F"/>
    <w:rsid w:val="00EA3769"/>
    <w:rsid w:val="00ED5FFC"/>
    <w:rsid w:val="00ED7EC7"/>
    <w:rsid w:val="00EF7504"/>
    <w:rsid w:val="00F1050F"/>
    <w:rsid w:val="00F13F97"/>
    <w:rsid w:val="00F275CB"/>
    <w:rsid w:val="00F37CE8"/>
    <w:rsid w:val="00F66FAC"/>
    <w:rsid w:val="00F804F7"/>
    <w:rsid w:val="00F8580E"/>
    <w:rsid w:val="00F87A95"/>
    <w:rsid w:val="00F97D34"/>
    <w:rsid w:val="00FC3C3B"/>
    <w:rsid w:val="00FF7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dd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00B3E"/>
    <w:rPr>
      <w:rFonts w:ascii="Tahoma" w:hAnsi="Tahoma"/>
      <w:szCs w:val="24"/>
    </w:rPr>
  </w:style>
  <w:style w:type="paragraph" w:styleId="Heading1">
    <w:name w:val="heading 1"/>
    <w:basedOn w:val="Normal"/>
    <w:next w:val="Normal"/>
    <w:qFormat/>
    <w:rsid w:val="006E4C5D"/>
    <w:pPr>
      <w:keepNext/>
      <w:pBdr>
        <w:bottom w:val="single" w:sz="4" w:space="1" w:color="auto"/>
      </w:pBdr>
      <w:spacing w:before="240" w:after="60"/>
      <w:outlineLvl w:val="0"/>
    </w:pPr>
    <w:rPr>
      <w:rFonts w:cs="Arial"/>
      <w:b/>
      <w:bCs/>
      <w:sz w:val="28"/>
      <w:szCs w:val="32"/>
    </w:rPr>
  </w:style>
  <w:style w:type="paragraph" w:styleId="Heading2">
    <w:name w:val="heading 2"/>
    <w:basedOn w:val="Normal"/>
    <w:next w:val="Normal"/>
    <w:qFormat/>
    <w:rsid w:val="000E3395"/>
    <w:pPr>
      <w:keepNext/>
      <w:spacing w:before="120" w:after="60"/>
      <w:outlineLvl w:val="1"/>
    </w:pPr>
    <w:rPr>
      <w:rFonts w:cs="Arial"/>
      <w:b/>
      <w:bCs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qFormat/>
    <w:rsid w:val="000E3395"/>
    <w:pPr>
      <w:keepNext/>
      <w:spacing w:before="120" w:after="60"/>
      <w:outlineLvl w:val="2"/>
    </w:pPr>
    <w:rPr>
      <w:rFonts w:cs="Arial"/>
      <w:b/>
      <w:bCs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3Char">
    <w:name w:val="Heading 3 Char"/>
    <w:link w:val="Heading3"/>
    <w:rsid w:val="000E3395"/>
    <w:rPr>
      <w:rFonts w:ascii="Tahoma" w:hAnsi="Tahoma" w:cs="Arial"/>
      <w:b/>
      <w:bCs/>
      <w:szCs w:val="26"/>
      <w:lang w:val="en-US" w:eastAsia="en-US" w:bidi="ar-SA"/>
    </w:rPr>
  </w:style>
  <w:style w:type="paragraph" w:styleId="Header">
    <w:name w:val="header"/>
    <w:basedOn w:val="Normal"/>
    <w:rsid w:val="00347ACA"/>
    <w:pPr>
      <w:tabs>
        <w:tab w:val="center" w:pos="4320"/>
        <w:tab w:val="right" w:pos="8640"/>
      </w:tabs>
    </w:pPr>
  </w:style>
  <w:style w:type="paragraph" w:customStyle="1" w:styleId="FormTitle">
    <w:name w:val="FormTitle"/>
    <w:basedOn w:val="Normal"/>
    <w:rsid w:val="006C1B3E"/>
    <w:pPr>
      <w:spacing w:line="480" w:lineRule="auto"/>
      <w:jc w:val="center"/>
    </w:pPr>
    <w:rPr>
      <w:b/>
      <w:sz w:val="24"/>
      <w:szCs w:val="36"/>
    </w:rPr>
  </w:style>
  <w:style w:type="paragraph" w:customStyle="1" w:styleId="Works">
    <w:name w:val="Works"/>
    <w:basedOn w:val="Normal"/>
    <w:link w:val="WorksChar"/>
    <w:rsid w:val="00806A47"/>
    <w:pPr>
      <w:spacing w:line="480" w:lineRule="auto"/>
      <w:ind w:left="720" w:hanging="720"/>
    </w:pPr>
    <w:rPr>
      <w:rFonts w:cs="Tahoma"/>
      <w:color w:val="000000"/>
      <w:sz w:val="22"/>
    </w:rPr>
  </w:style>
  <w:style w:type="character" w:customStyle="1" w:styleId="WorksChar">
    <w:name w:val="Works Char"/>
    <w:link w:val="Works"/>
    <w:rsid w:val="00806A47"/>
    <w:rPr>
      <w:rFonts w:ascii="Tahoma" w:hAnsi="Tahoma" w:cs="Tahoma"/>
      <w:color w:val="000000"/>
      <w:sz w:val="22"/>
      <w:szCs w:val="24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214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9888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y%20L%20Knopp\AppData\Roaming\Microsoft\Templates\Works%20cited%20list%20in%20MLA%20forma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Works cited list in MLA format</Template>
  <TotalTime>2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 L Knopp</dc:creator>
  <cp:lastModifiedBy>Mary L Knopp</cp:lastModifiedBy>
  <cp:revision>1</cp:revision>
  <cp:lastPrinted>2001-06-21T13:52:00Z</cp:lastPrinted>
  <dcterms:created xsi:type="dcterms:W3CDTF">2014-04-23T03:20:00Z</dcterms:created>
  <dcterms:modified xsi:type="dcterms:W3CDTF">2014-04-23T03:22:00Z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TC010427671033</vt:lpwstr>
  </property>
</Properties>
</file>